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E794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AA9FA2F" wp14:editId="55EF9A24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941B854" w14:textId="00981A42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9132F">
                                      <w:rPr>
                                        <w:rStyle w:val="Style2"/>
                                      </w:rPr>
                                      <w:t>55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2A3411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9FA2F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941B854" w14:textId="00981A42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9132F">
                                <w:rPr>
                                  <w:rStyle w:val="Style2"/>
                                </w:rPr>
                                <w:t>55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2C2A3411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93257" wp14:editId="6A0D1695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CBAF6" w14:textId="77777777" w:rsidR="002E1412" w:rsidRPr="002E1412" w:rsidRDefault="00E9132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3257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591CBAF6" w14:textId="77777777" w:rsidR="002E1412" w:rsidRPr="002E1412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3285050" wp14:editId="0C9DBC0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43C791" wp14:editId="354BC9C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447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3C79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52F447F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90221" wp14:editId="5B8554FF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FE173B7" w14:textId="12A7237F" w:rsidR="00BC61BD" w:rsidRPr="00BC61BD" w:rsidRDefault="00E35F6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E35F6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97A8E" wp14:editId="1A178E33">
                                      <wp:extent cx="936345" cy="880409"/>
                                      <wp:effectExtent l="0" t="0" r="0" b="0"/>
                                      <wp:docPr id="1285509778" name="Imagen 1285509778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85509778" name="Imagen 1285509778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25108" cy="9638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9022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6FE173B7" w14:textId="12A7237F" w:rsidR="00BC61BD" w:rsidRPr="00BC61BD" w:rsidRDefault="00E35F62">
                          <w:pPr>
                            <w:rPr>
                              <w:lang w:val="en-US"/>
                            </w:rPr>
                          </w:pPr>
                          <w:r w:rsidRPr="00E35F62">
                            <w:drawing>
                              <wp:inline distT="0" distB="0" distL="0" distR="0" wp14:anchorId="31097A8E" wp14:editId="1A178E33">
                                <wp:extent cx="936345" cy="880409"/>
                                <wp:effectExtent l="0" t="0" r="0" b="0"/>
                                <wp:docPr id="1285509778" name="Imagen 1285509778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85509778" name="Imagen 1285509778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5108" cy="96386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C2CDFBA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A0DE60" wp14:editId="3A7FEC75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C4081" w14:textId="77777777" w:rsidR="00F7443C" w:rsidRPr="004767CC" w:rsidRDefault="00E9132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0DE6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F8C4081" w14:textId="77777777" w:rsidR="00F7443C" w:rsidRPr="004767CC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9F0757" wp14:editId="67E96F57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A14EC" w14:textId="5B538D5A" w:rsidR="0026335F" w:rsidRPr="0026335F" w:rsidRDefault="00263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0757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88A14EC" w14:textId="5B538D5A" w:rsidR="0026335F" w:rsidRPr="0026335F" w:rsidRDefault="0026335F"/>
                  </w:txbxContent>
                </v:textbox>
              </v:shape>
            </w:pict>
          </mc:Fallback>
        </mc:AlternateContent>
      </w:r>
    </w:p>
    <w:p w14:paraId="008F969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615B8A" wp14:editId="0F01651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D63C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5B8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55D63C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641F662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F903B2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7B391D8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592EC6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28BC25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6AB507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53B669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2DC461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077A9F6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7DE71D73" w14:textId="77777777" w:rsidTr="00A24343">
        <w:trPr>
          <w:trHeight w:val="457"/>
          <w:jc w:val="center"/>
        </w:trPr>
        <w:tc>
          <w:tcPr>
            <w:tcW w:w="849" w:type="dxa"/>
          </w:tcPr>
          <w:p w14:paraId="2B95B76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9AA1E9F" w14:textId="77777777" w:rsidR="0037246F" w:rsidRDefault="0037246F" w:rsidP="00BB657B">
            <w:pPr>
              <w:spacing w:after="0" w:line="240" w:lineRule="auto"/>
            </w:pPr>
          </w:p>
          <w:p w14:paraId="7E658D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F936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B975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4DD8D7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288B9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2345D2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18FF15" w14:textId="77777777" w:rsidTr="00A24343">
        <w:trPr>
          <w:trHeight w:val="477"/>
          <w:jc w:val="center"/>
        </w:trPr>
        <w:tc>
          <w:tcPr>
            <w:tcW w:w="849" w:type="dxa"/>
          </w:tcPr>
          <w:p w14:paraId="2661B50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D6A5E8E" w14:textId="77777777" w:rsidR="0037246F" w:rsidRDefault="0037246F" w:rsidP="00BB657B">
            <w:pPr>
              <w:spacing w:after="0" w:line="240" w:lineRule="auto"/>
            </w:pPr>
          </w:p>
          <w:p w14:paraId="44BA29F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4E9451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40C8B6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04DA9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E5AD9B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E604A8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1688FF5" w14:textId="77777777" w:rsidTr="00A24343">
        <w:trPr>
          <w:trHeight w:val="477"/>
          <w:jc w:val="center"/>
        </w:trPr>
        <w:tc>
          <w:tcPr>
            <w:tcW w:w="849" w:type="dxa"/>
          </w:tcPr>
          <w:p w14:paraId="6CFE85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5EB8CB" w14:textId="77777777" w:rsidR="0037246F" w:rsidRDefault="0037246F" w:rsidP="00BB657B">
            <w:pPr>
              <w:spacing w:after="0" w:line="240" w:lineRule="auto"/>
            </w:pPr>
          </w:p>
          <w:p w14:paraId="7BE449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FD30A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3C4E2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8FFEF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1355C2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71CA812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48E1FDC" w14:textId="77777777" w:rsidTr="00A24343">
        <w:trPr>
          <w:trHeight w:val="477"/>
          <w:jc w:val="center"/>
        </w:trPr>
        <w:tc>
          <w:tcPr>
            <w:tcW w:w="849" w:type="dxa"/>
          </w:tcPr>
          <w:p w14:paraId="136786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A1427D" w14:textId="77777777" w:rsidR="0037246F" w:rsidRDefault="0037246F" w:rsidP="00BB657B">
            <w:pPr>
              <w:spacing w:after="0" w:line="240" w:lineRule="auto"/>
            </w:pPr>
          </w:p>
          <w:p w14:paraId="16806D8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7F6D61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8123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C350C9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A316D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551F76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098CC55" w14:textId="77777777" w:rsidTr="00A24343">
        <w:trPr>
          <w:trHeight w:val="477"/>
          <w:jc w:val="center"/>
        </w:trPr>
        <w:tc>
          <w:tcPr>
            <w:tcW w:w="849" w:type="dxa"/>
          </w:tcPr>
          <w:p w14:paraId="3B6920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B033ADB" w14:textId="77777777" w:rsidR="0037246F" w:rsidRDefault="0037246F" w:rsidP="00BB657B">
            <w:pPr>
              <w:spacing w:after="0" w:line="240" w:lineRule="auto"/>
            </w:pPr>
          </w:p>
          <w:p w14:paraId="55F5B0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7B9A3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9D896F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5251B5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9596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C5BAB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ADF4C9B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0E3A827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78B6C0BF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60D64C3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38A9FE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7824AF8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26F2670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6D22605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AD6D8A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4239A2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8F3643" wp14:editId="68217BB2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ED429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F3643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5F4ED429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52D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F16A44E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ACEA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DDFAB5" wp14:editId="4CE7D482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6CF6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4C0096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634E3A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DDFA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5AEB6CF6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4C0096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634E3A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B91408F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D0687F" wp14:editId="7A45D83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A1FA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D068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74DA1FA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4E66869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4843DB2" wp14:editId="403FCA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4E46242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86163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D7AEF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A530A75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0EC5265D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B0097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067A1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3E71A7"/>
    <w:rsid w:val="00403697"/>
    <w:rsid w:val="00410809"/>
    <w:rsid w:val="004122DB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35F62"/>
    <w:rsid w:val="00E50BF6"/>
    <w:rsid w:val="00E66D8A"/>
    <w:rsid w:val="00E774E3"/>
    <w:rsid w:val="00E77D7B"/>
    <w:rsid w:val="00E9132F"/>
    <w:rsid w:val="00E96AEE"/>
    <w:rsid w:val="00E96D05"/>
    <w:rsid w:val="00EA7406"/>
    <w:rsid w:val="00EB128A"/>
    <w:rsid w:val="00EC53C7"/>
    <w:rsid w:val="00EE4B11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;"/>
  <w14:docId w14:val="19A5B6C2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3E84F-D026-474A-8F8B-F5158551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 de León</cp:lastModifiedBy>
  <cp:revision>5</cp:revision>
  <cp:lastPrinted>2011-03-04T18:27:00Z</cp:lastPrinted>
  <dcterms:created xsi:type="dcterms:W3CDTF">2025-04-01T14:14:00Z</dcterms:created>
  <dcterms:modified xsi:type="dcterms:W3CDTF">2025-10-10T19:47:00Z</dcterms:modified>
</cp:coreProperties>
</file>